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4843F" w14:textId="77777777" w:rsidR="00725C57" w:rsidRPr="007D786E" w:rsidRDefault="00725C57" w:rsidP="00725C57">
      <w:pPr>
        <w:spacing w:line="240" w:lineRule="auto"/>
        <w:jc w:val="center"/>
        <w:rPr>
          <w:rFonts w:ascii="Arial Narrow" w:hAnsi="Arial Narrow" w:cs="Times New Roman"/>
          <w:i/>
          <w:color w:val="7F7F7F" w:themeColor="text1" w:themeTint="80"/>
        </w:rPr>
      </w:pPr>
      <w:r w:rsidRPr="007D786E">
        <w:rPr>
          <w:rFonts w:ascii="Arial Narrow" w:hAnsi="Arial Narrow" w:cs="Times New Roman"/>
          <w:i/>
          <w:color w:val="7F7F7F" w:themeColor="text1" w:themeTint="80"/>
        </w:rPr>
        <w:t>Załącznik nr 1 do specyfikacji warunków zamówienia</w:t>
      </w:r>
    </w:p>
    <w:p w14:paraId="74E26769" w14:textId="77777777" w:rsidR="00725C57" w:rsidRPr="007D786E" w:rsidRDefault="00725C57" w:rsidP="00725C57">
      <w:pPr>
        <w:spacing w:after="120" w:line="240" w:lineRule="auto"/>
        <w:jc w:val="center"/>
        <w:rPr>
          <w:rFonts w:ascii="Arial Narrow" w:hAnsi="Arial Narrow" w:cs="Times New Roman"/>
          <w:i/>
          <w:color w:val="7F7F7F" w:themeColor="text1" w:themeTint="80"/>
        </w:rPr>
      </w:pPr>
      <w:r w:rsidRPr="007D786E">
        <w:rPr>
          <w:rFonts w:ascii="Arial Narrow" w:hAnsi="Arial Narrow" w:cs="Times New Roman"/>
          <w:i/>
          <w:color w:val="7F7F7F" w:themeColor="text1" w:themeTint="80"/>
        </w:rPr>
        <w:t xml:space="preserve">Formularz oferty </w:t>
      </w:r>
    </w:p>
    <w:p w14:paraId="2CA6112B" w14:textId="77777777" w:rsidR="00725C57" w:rsidRPr="007D786E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</w:p>
    <w:p w14:paraId="79ED795B" w14:textId="77777777" w:rsidR="00725C57" w:rsidRPr="007D786E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………………………..</w:t>
      </w:r>
    </w:p>
    <w:p w14:paraId="265596FD" w14:textId="77777777" w:rsidR="00725C57" w:rsidRPr="007D786E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(miejscowość, data)</w:t>
      </w:r>
    </w:p>
    <w:p w14:paraId="3C8E365C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  <w:b/>
          <w:bCs/>
        </w:rPr>
      </w:pPr>
      <w:r w:rsidRPr="007D786E">
        <w:rPr>
          <w:rFonts w:ascii="Arial Narrow" w:hAnsi="Arial Narrow" w:cs="Times New Roman"/>
          <w:b/>
          <w:bCs/>
        </w:rPr>
        <w:t>Dane Wykonawcy:</w:t>
      </w:r>
    </w:p>
    <w:p w14:paraId="36C84815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nazwa: ………………………………………………….</w:t>
      </w:r>
    </w:p>
    <w:p w14:paraId="3C820D3E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adres: ……………………………………………………</w:t>
      </w:r>
    </w:p>
    <w:p w14:paraId="6442E587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NIP: …………, REGON: ………….., KRS: ………….</w:t>
      </w:r>
    </w:p>
    <w:p w14:paraId="756C5C5C" w14:textId="77777777" w:rsidR="00725C57" w:rsidRPr="007D786E" w:rsidRDefault="00725C57" w:rsidP="00725C57">
      <w:pPr>
        <w:spacing w:after="120" w:line="240" w:lineRule="auto"/>
        <w:ind w:left="-426"/>
        <w:rPr>
          <w:rFonts w:ascii="Arial Narrow" w:hAnsi="Arial Narrow" w:cs="Times New Roman"/>
        </w:rPr>
      </w:pPr>
    </w:p>
    <w:p w14:paraId="592019F9" w14:textId="77777777" w:rsidR="00725C57" w:rsidRPr="007D786E" w:rsidRDefault="00725C57" w:rsidP="00725C57">
      <w:pPr>
        <w:spacing w:after="120" w:line="240" w:lineRule="auto"/>
        <w:ind w:left="-426"/>
        <w:rPr>
          <w:rFonts w:ascii="Arial Narrow" w:hAnsi="Arial Narrow" w:cs="Times New Roman"/>
        </w:rPr>
      </w:pPr>
    </w:p>
    <w:p w14:paraId="3F915CAB" w14:textId="77777777" w:rsidR="00725C57" w:rsidRPr="007D786E" w:rsidRDefault="00725C57" w:rsidP="00725C57">
      <w:pPr>
        <w:spacing w:after="120" w:line="240" w:lineRule="auto"/>
        <w:ind w:left="3686"/>
        <w:rPr>
          <w:rFonts w:ascii="Arial Narrow" w:hAnsi="Arial Narrow" w:cs="Times New Roman"/>
          <w:b/>
          <w:bCs/>
        </w:rPr>
      </w:pPr>
      <w:r w:rsidRPr="007D786E">
        <w:rPr>
          <w:rFonts w:ascii="Arial Narrow" w:hAnsi="Arial Narrow" w:cs="Times New Roman"/>
          <w:b/>
          <w:bCs/>
        </w:rPr>
        <w:t>Do Zamawiającego:</w:t>
      </w:r>
    </w:p>
    <w:p w14:paraId="469CE596" w14:textId="77777777" w:rsidR="00725C57" w:rsidRPr="007D786E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 xml:space="preserve">Pomorskie Przedsiębiorstwo Mechaniczno-Torowe sp. z o.o. </w:t>
      </w:r>
    </w:p>
    <w:p w14:paraId="0C2080B0" w14:textId="77777777" w:rsidR="00725C57" w:rsidRPr="007D786E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ul. Sandomierska 19</w:t>
      </w:r>
    </w:p>
    <w:p w14:paraId="55F5A791" w14:textId="77777777" w:rsidR="00725C57" w:rsidRPr="007D786E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80-051 Gdańsk</w:t>
      </w:r>
    </w:p>
    <w:p w14:paraId="4C2A5864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</w:p>
    <w:p w14:paraId="0F8DD1B1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</w:p>
    <w:p w14:paraId="4EB23337" w14:textId="27A23492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Nr postępowania zakupowego:</w:t>
      </w:r>
      <w:r w:rsidR="00BE174F" w:rsidRPr="00BE174F">
        <w:rPr>
          <w:rFonts w:ascii="Arial Narrow" w:hAnsi="Arial Narrow" w:cs="Times New Roman"/>
        </w:rPr>
        <w:t xml:space="preserve"> </w:t>
      </w:r>
      <w:r w:rsidR="00BE174F">
        <w:rPr>
          <w:rFonts w:ascii="Arial Narrow" w:hAnsi="Arial Narrow" w:cs="Times New Roman"/>
        </w:rPr>
        <w:t>LK201/02</w:t>
      </w:r>
      <w:r w:rsidR="00A614F6">
        <w:rPr>
          <w:rFonts w:ascii="Arial Narrow" w:hAnsi="Arial Narrow" w:cs="Times New Roman"/>
        </w:rPr>
        <w:t>0</w:t>
      </w:r>
      <w:r w:rsidR="00BE174F">
        <w:rPr>
          <w:rFonts w:ascii="Arial Narrow" w:hAnsi="Arial Narrow" w:cs="Times New Roman"/>
        </w:rPr>
        <w:t>/2024</w:t>
      </w:r>
    </w:p>
    <w:p w14:paraId="25639C80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</w:p>
    <w:p w14:paraId="797793F8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</w:p>
    <w:p w14:paraId="7B747725" w14:textId="77777777" w:rsidR="00725C57" w:rsidRPr="007D786E" w:rsidRDefault="00725C57" w:rsidP="00725C57">
      <w:pPr>
        <w:spacing w:after="120" w:line="240" w:lineRule="auto"/>
        <w:jc w:val="center"/>
        <w:rPr>
          <w:rFonts w:ascii="Arial Narrow" w:hAnsi="Arial Narrow" w:cs="Times New Roman"/>
          <w:b/>
          <w:sz w:val="28"/>
        </w:rPr>
      </w:pPr>
      <w:r w:rsidRPr="007D786E">
        <w:rPr>
          <w:rFonts w:ascii="Arial Narrow" w:hAnsi="Arial Narrow" w:cs="Times New Roman"/>
          <w:b/>
          <w:sz w:val="28"/>
        </w:rPr>
        <w:t>OFERTA</w:t>
      </w:r>
    </w:p>
    <w:p w14:paraId="3E0BAF91" w14:textId="77777777" w:rsidR="00725C57" w:rsidRPr="007D786E" w:rsidRDefault="00725C57" w:rsidP="00725C57">
      <w:pPr>
        <w:spacing w:after="120" w:line="240" w:lineRule="auto"/>
        <w:jc w:val="center"/>
        <w:rPr>
          <w:rFonts w:ascii="Arial Narrow" w:hAnsi="Arial Narrow" w:cs="Times New Roman"/>
          <w:b/>
          <w:sz w:val="28"/>
        </w:rPr>
      </w:pPr>
    </w:p>
    <w:p w14:paraId="615B2185" w14:textId="4FC493AD" w:rsidR="00725C57" w:rsidRPr="003F5933" w:rsidRDefault="00725C57" w:rsidP="003F5933">
      <w:pPr>
        <w:pStyle w:val="Akapitzlist"/>
        <w:numPr>
          <w:ilvl w:val="1"/>
          <w:numId w:val="7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 xml:space="preserve">W związku z prowadzonym przez Zamawiającego postępowaniem zakupowym </w:t>
      </w:r>
      <w:r w:rsidRPr="003F5933">
        <w:rPr>
          <w:rFonts w:ascii="Arial Narrow" w:hAnsi="Arial Narrow" w:cs="Times New Roman"/>
        </w:rPr>
        <w:t>niniejszym oferujemy wykonanie całości zamówieni</w:t>
      </w:r>
      <w:r w:rsidR="00DA599C" w:rsidRPr="003F5933">
        <w:rPr>
          <w:rFonts w:ascii="Arial Narrow" w:hAnsi="Arial Narrow" w:cs="Times New Roman"/>
        </w:rPr>
        <w:t xml:space="preserve">a </w:t>
      </w:r>
      <w:r w:rsidR="003F5933" w:rsidRPr="003F5933">
        <w:rPr>
          <w:rFonts w:ascii="Arial Narrow" w:hAnsi="Arial Narrow" w:cs="Times New Roman"/>
        </w:rPr>
        <w:t xml:space="preserve">robót budowlanych, w charakterze podwykonawcy, na wykonaniu robót budowlanych obejmujących prace sanitarne w zakresie sieci </w:t>
      </w:r>
      <w:r w:rsidR="00A614F6">
        <w:rPr>
          <w:rFonts w:ascii="Arial Narrow" w:hAnsi="Arial Narrow" w:cs="Times New Roman"/>
        </w:rPr>
        <w:t>gazowej</w:t>
      </w:r>
      <w:r w:rsidR="003F5933" w:rsidRPr="003F5933">
        <w:rPr>
          <w:rFonts w:ascii="Arial Narrow" w:hAnsi="Arial Narrow" w:cs="Times New Roman"/>
        </w:rPr>
        <w:t>, na potrzeby realizacji przez Zamawiającego zadania pn. odcinek B - Roboty budowlane na linii kolejowej nr 201 odc. Somonino – Gdańsk Osowa w ramach projektu "Prace na odcinku Kościerzyna - Gdynia" wraz z elektryfikacją linii kolejowej nr 229 w ramach projektu „prace na odcinku Glincz – Kartuzy – faza II” powierzonego mu do realizacji przez PKP Polskie Linie Kolejowe S.A. z siedzibą w Warszawie</w:t>
      </w:r>
      <w:r w:rsidR="003F5933">
        <w:rPr>
          <w:rFonts w:ascii="Arial Narrow" w:hAnsi="Arial Narrow" w:cs="Times New Roman"/>
        </w:rPr>
        <w:t xml:space="preserve"> - </w:t>
      </w:r>
      <w:r w:rsidR="00DA599C" w:rsidRPr="003F5933">
        <w:rPr>
          <w:rFonts w:ascii="Arial Narrow" w:hAnsi="Arial Narrow" w:cs="Times New Roman"/>
          <w:b/>
          <w:bCs/>
        </w:rPr>
        <w:t>zgodnie z SWZ punkt 3.</w:t>
      </w:r>
    </w:p>
    <w:p w14:paraId="0021CEFA" w14:textId="5A09658A" w:rsidR="00725C57" w:rsidRPr="003F5933" w:rsidRDefault="00725C57" w:rsidP="00725C57">
      <w:pPr>
        <w:pStyle w:val="Akapitzlist"/>
        <w:numPr>
          <w:ilvl w:val="1"/>
          <w:numId w:val="7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Times New Roman"/>
        </w:rPr>
      </w:pPr>
      <w:r w:rsidRPr="003F5933">
        <w:rPr>
          <w:rFonts w:ascii="Arial Narrow" w:hAnsi="Arial Narrow" w:cs="Times New Roman"/>
        </w:rPr>
        <w:t xml:space="preserve">Oferujemy wykonanie zamówienia w zakresie wskazanym w pkt 1 za łączną cenę zgodnie z kosztorysem ofertowym </w:t>
      </w:r>
      <w:r w:rsidR="003F5933" w:rsidRPr="003F5933">
        <w:rPr>
          <w:rFonts w:ascii="Arial Narrow" w:hAnsi="Arial Narrow" w:cs="Times New Roman"/>
        </w:rPr>
        <w:t xml:space="preserve">(RCO) </w:t>
      </w:r>
      <w:r w:rsidRPr="003F5933">
        <w:rPr>
          <w:rFonts w:ascii="Arial Narrow" w:hAnsi="Arial Narrow" w:cs="Times New Roman"/>
        </w:rPr>
        <w:t xml:space="preserve">za szacunkowym łącznym wynagrodzeniem: </w:t>
      </w:r>
    </w:p>
    <w:p w14:paraId="2C0DF043" w14:textId="77777777" w:rsidR="00725C57" w:rsidRPr="003F5933" w:rsidRDefault="00725C57" w:rsidP="00725C57">
      <w:pPr>
        <w:spacing w:after="120" w:line="240" w:lineRule="auto"/>
        <w:jc w:val="center"/>
        <w:rPr>
          <w:rFonts w:ascii="Arial Narrow" w:hAnsi="Arial Narrow" w:cs="Times New Roman"/>
        </w:rPr>
      </w:pPr>
      <w:r w:rsidRPr="003F5933">
        <w:rPr>
          <w:rFonts w:ascii="Arial Narrow" w:hAnsi="Arial Narrow" w:cs="Times New Roman"/>
        </w:rPr>
        <w:t>…………… zł netto (słownie: ……………………)</w:t>
      </w:r>
    </w:p>
    <w:p w14:paraId="2DC710F6" w14:textId="77777777" w:rsidR="00725C57" w:rsidRPr="003F5933" w:rsidRDefault="00725C57" w:rsidP="00725C57">
      <w:pPr>
        <w:spacing w:after="120" w:line="240" w:lineRule="auto"/>
        <w:jc w:val="center"/>
        <w:rPr>
          <w:rFonts w:ascii="Arial Narrow" w:hAnsi="Arial Narrow" w:cs="Times New Roman"/>
        </w:rPr>
      </w:pPr>
      <w:r w:rsidRPr="003F5933">
        <w:rPr>
          <w:rFonts w:ascii="Arial Narrow" w:hAnsi="Arial Narrow" w:cs="Times New Roman"/>
        </w:rPr>
        <w:t>…...………. zł brutto (słownie: ……………………),</w:t>
      </w:r>
    </w:p>
    <w:p w14:paraId="336D1925" w14:textId="4134CE3A" w:rsidR="00725C57" w:rsidRPr="003F5933" w:rsidRDefault="00725C57" w:rsidP="00827BEA">
      <w:pPr>
        <w:pStyle w:val="Akapitzlist"/>
        <w:numPr>
          <w:ilvl w:val="1"/>
          <w:numId w:val="7"/>
        </w:numPr>
        <w:spacing w:after="120" w:line="240" w:lineRule="auto"/>
        <w:ind w:left="426" w:hanging="426"/>
        <w:contextualSpacing w:val="0"/>
        <w:jc w:val="both"/>
        <w:rPr>
          <w:rFonts w:ascii="Arial Narrow" w:hAnsi="Arial Narrow" w:cs="Times New Roman"/>
        </w:rPr>
      </w:pPr>
      <w:r w:rsidRPr="003F5933">
        <w:rPr>
          <w:rFonts w:ascii="Arial Narrow" w:hAnsi="Arial Narrow" w:cs="Times New Roman"/>
        </w:rPr>
        <w:t xml:space="preserve">W ramach realizacji zamówienia udzielimy gwarancji na okres </w:t>
      </w:r>
      <w:r w:rsidR="00827BEA" w:rsidRPr="003F5933">
        <w:rPr>
          <w:rFonts w:ascii="Arial Narrow" w:hAnsi="Arial Narrow" w:cs="Times New Roman"/>
          <w:b/>
          <w:bCs/>
        </w:rPr>
        <w:t>72</w:t>
      </w:r>
      <w:r w:rsidRPr="003F5933">
        <w:rPr>
          <w:rFonts w:ascii="Arial Narrow" w:hAnsi="Arial Narrow" w:cs="Times New Roman"/>
          <w:b/>
          <w:bCs/>
        </w:rPr>
        <w:t xml:space="preserve"> miesięcy</w:t>
      </w:r>
      <w:r w:rsidR="00827BEA" w:rsidRPr="003F5933">
        <w:rPr>
          <w:rFonts w:ascii="Arial Narrow" w:hAnsi="Arial Narrow" w:cs="Times New Roman"/>
        </w:rPr>
        <w:t xml:space="preserve"> </w:t>
      </w:r>
      <w:r w:rsidR="003F5933" w:rsidRPr="003F5933">
        <w:rPr>
          <w:rFonts w:ascii="Arial Narrow" w:hAnsi="Arial Narrow" w:cs="Times New Roman"/>
        </w:rPr>
        <w:t>od daty podpisania ostatecznego protokołu odbioru przez Zamawiającego z Inwestorem.</w:t>
      </w:r>
    </w:p>
    <w:p w14:paraId="7B6A5D48" w14:textId="77777777" w:rsidR="00725C57" w:rsidRPr="003F5933" w:rsidRDefault="00725C57" w:rsidP="00725C57">
      <w:pPr>
        <w:pStyle w:val="Akapitzlist"/>
        <w:numPr>
          <w:ilvl w:val="1"/>
          <w:numId w:val="7"/>
        </w:numPr>
        <w:spacing w:after="120" w:line="240" w:lineRule="auto"/>
        <w:ind w:left="426" w:hanging="426"/>
        <w:contextualSpacing w:val="0"/>
        <w:jc w:val="both"/>
        <w:rPr>
          <w:rFonts w:ascii="Arial Narrow" w:hAnsi="Arial Narrow" w:cs="Times New Roman"/>
        </w:rPr>
      </w:pPr>
      <w:r w:rsidRPr="003F5933">
        <w:rPr>
          <w:rFonts w:ascii="Arial Narrow" w:hAnsi="Arial Narrow" w:cs="Times New Roman"/>
        </w:rPr>
        <w:t>Oświadczamy, że zapoznaliśmy się ze specyfikacją warunków zamówienia i wszystkimi załączonymi do niej lub powołanymi w niej dokumentami oraz że nie wnosimy zastrzeżeń co do ich treści oraz możliwości realizacji zamówienia na określonych w nich warunkach,</w:t>
      </w:r>
    </w:p>
    <w:p w14:paraId="3A897FE1" w14:textId="77777777" w:rsidR="00725C57" w:rsidRPr="003F5933" w:rsidRDefault="00725C57" w:rsidP="00725C57">
      <w:pPr>
        <w:pStyle w:val="Akapitzlist"/>
        <w:numPr>
          <w:ilvl w:val="1"/>
          <w:numId w:val="7"/>
        </w:numPr>
        <w:spacing w:after="120" w:line="240" w:lineRule="auto"/>
        <w:ind w:left="425" w:hanging="425"/>
        <w:contextualSpacing w:val="0"/>
        <w:jc w:val="both"/>
        <w:rPr>
          <w:rFonts w:ascii="Arial Narrow" w:hAnsi="Arial Narrow" w:cs="Times New Roman"/>
        </w:rPr>
      </w:pPr>
      <w:r w:rsidRPr="003F5933">
        <w:rPr>
          <w:rFonts w:ascii="Arial Narrow" w:hAnsi="Arial Narrow" w:cs="Times New Roman"/>
        </w:rPr>
        <w:t>Niniejsza oferta jest wiążąca przez okres 90 dni od dnia upływu terminu składania ofert.</w:t>
      </w:r>
    </w:p>
    <w:p w14:paraId="47FBA3CB" w14:textId="0835AA76" w:rsidR="00725C57" w:rsidRDefault="00725C57" w:rsidP="00725C57">
      <w:pPr>
        <w:pStyle w:val="Akapitzlist"/>
        <w:numPr>
          <w:ilvl w:val="1"/>
          <w:numId w:val="7"/>
        </w:numPr>
        <w:spacing w:after="120" w:line="240" w:lineRule="auto"/>
        <w:ind w:left="426" w:hanging="426"/>
        <w:contextualSpacing w:val="0"/>
        <w:jc w:val="both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 xml:space="preserve">Z ramienia Wykonawcy do kontaktów z Zamawiającym w toku postępowania zakupowego wyznaczona zostaje następująca osoba: </w:t>
      </w:r>
      <w:r w:rsidR="00827BEA">
        <w:rPr>
          <w:rFonts w:ascii="Arial Narrow" w:hAnsi="Arial Narrow" w:cs="Times New Roman"/>
        </w:rPr>
        <w:t xml:space="preserve">Agnieszka Łudzińska, </w:t>
      </w:r>
      <w:hyperlink r:id="rId7" w:history="1">
        <w:r w:rsidR="00827BEA" w:rsidRPr="00EF39B6">
          <w:rPr>
            <w:rStyle w:val="Hipercze"/>
            <w:rFonts w:ascii="Arial Narrow" w:hAnsi="Arial Narrow" w:cs="Times New Roman"/>
          </w:rPr>
          <w:t>a.ludzinska@ppmt.pl</w:t>
        </w:r>
      </w:hyperlink>
      <w:r w:rsidR="00827BEA">
        <w:rPr>
          <w:rFonts w:ascii="Arial Narrow" w:hAnsi="Arial Narrow" w:cs="Times New Roman"/>
        </w:rPr>
        <w:t>, tel. 885 804</w:t>
      </w:r>
      <w:r w:rsidR="003F5933">
        <w:rPr>
          <w:rFonts w:ascii="Arial Narrow" w:hAnsi="Arial Narrow" w:cs="Times New Roman"/>
        </w:rPr>
        <w:t> </w:t>
      </w:r>
      <w:r w:rsidR="00827BEA">
        <w:rPr>
          <w:rFonts w:ascii="Arial Narrow" w:hAnsi="Arial Narrow" w:cs="Times New Roman"/>
        </w:rPr>
        <w:t>054</w:t>
      </w:r>
    </w:p>
    <w:p w14:paraId="12EAC9F7" w14:textId="41FF6246" w:rsidR="003F5933" w:rsidRDefault="003F5933" w:rsidP="00725C57">
      <w:pPr>
        <w:pStyle w:val="Akapitzlist"/>
        <w:numPr>
          <w:ilvl w:val="1"/>
          <w:numId w:val="7"/>
        </w:numPr>
        <w:spacing w:after="120" w:line="240" w:lineRule="auto"/>
        <w:ind w:left="426" w:hanging="426"/>
        <w:contextualSpacing w:val="0"/>
        <w:jc w:val="both"/>
        <w:rPr>
          <w:rFonts w:ascii="Arial Narrow" w:hAnsi="Arial Narrow" w:cs="Times New Roman"/>
        </w:rPr>
      </w:pPr>
      <w:r w:rsidRPr="003F5933">
        <w:rPr>
          <w:rFonts w:ascii="Arial Narrow" w:hAnsi="Arial Narrow" w:cs="Times New Roman"/>
        </w:rPr>
        <w:t>Niniejszą ofertę składamy na ………… kolejno ponumerowanych i parafowanych stronach</w:t>
      </w:r>
    </w:p>
    <w:p w14:paraId="27983C9E" w14:textId="77777777" w:rsidR="003F5933" w:rsidRPr="007D786E" w:rsidRDefault="003F5933" w:rsidP="003F5933">
      <w:pPr>
        <w:pStyle w:val="Akapitzlist"/>
        <w:spacing w:after="120" w:line="240" w:lineRule="auto"/>
        <w:ind w:left="426"/>
        <w:contextualSpacing w:val="0"/>
        <w:jc w:val="both"/>
        <w:rPr>
          <w:rFonts w:ascii="Arial Narrow" w:hAnsi="Arial Narrow" w:cs="Times New Roman"/>
        </w:rPr>
      </w:pPr>
    </w:p>
    <w:p w14:paraId="1BC78069" w14:textId="77777777" w:rsidR="00725C57" w:rsidRPr="007D786E" w:rsidRDefault="00725C57" w:rsidP="00725C57">
      <w:pPr>
        <w:pStyle w:val="Akapitzlist"/>
        <w:numPr>
          <w:ilvl w:val="1"/>
          <w:numId w:val="7"/>
        </w:numPr>
        <w:spacing w:after="120" w:line="240" w:lineRule="auto"/>
        <w:ind w:left="426" w:hanging="426"/>
        <w:contextualSpacing w:val="0"/>
        <w:jc w:val="both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lastRenderedPageBreak/>
        <w:t>Załącznikami do niniejszego formularza oferty są:</w:t>
      </w:r>
    </w:p>
    <w:p w14:paraId="1A3DD4E0" w14:textId="77777777" w:rsidR="00725C57" w:rsidRPr="007D786E" w:rsidRDefault="00725C57" w:rsidP="00725C57">
      <w:pPr>
        <w:pStyle w:val="Akapitzlist"/>
        <w:numPr>
          <w:ilvl w:val="0"/>
          <w:numId w:val="11"/>
        </w:numPr>
        <w:spacing w:after="120" w:line="240" w:lineRule="auto"/>
        <w:ind w:left="851" w:hanging="425"/>
        <w:jc w:val="both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……………….</w:t>
      </w:r>
    </w:p>
    <w:p w14:paraId="511C46FA" w14:textId="77777777" w:rsidR="00725C57" w:rsidRDefault="00725C57" w:rsidP="00725C57">
      <w:pPr>
        <w:pStyle w:val="Akapitzlist"/>
        <w:numPr>
          <w:ilvl w:val="0"/>
          <w:numId w:val="11"/>
        </w:numPr>
        <w:spacing w:after="120" w:line="240" w:lineRule="auto"/>
        <w:ind w:left="851" w:hanging="425"/>
        <w:jc w:val="both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……………….</w:t>
      </w:r>
    </w:p>
    <w:p w14:paraId="7D6C8A73" w14:textId="1100EC2E" w:rsidR="00827BEA" w:rsidRPr="007D786E" w:rsidRDefault="00827BEA" w:rsidP="00725C57">
      <w:pPr>
        <w:pStyle w:val="Akapitzlist"/>
        <w:numPr>
          <w:ilvl w:val="0"/>
          <w:numId w:val="11"/>
        </w:numPr>
        <w:spacing w:after="120" w:line="240" w:lineRule="auto"/>
        <w:ind w:left="851" w:hanging="425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………………</w:t>
      </w:r>
    </w:p>
    <w:p w14:paraId="3E985AC6" w14:textId="77777777" w:rsidR="00725C57" w:rsidRPr="007D786E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…………….</w:t>
      </w:r>
    </w:p>
    <w:p w14:paraId="75DF22C9" w14:textId="77777777" w:rsidR="00725C57" w:rsidRPr="007D786E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podpis</w:t>
      </w:r>
    </w:p>
    <w:p w14:paraId="0C467674" w14:textId="77777777" w:rsidR="00725C57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324EA933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21DD2BF5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48F4C5AC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2A9B44AF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1151F7D4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7A06B7DB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1449F132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449FAC8B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0DDFF2C7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150445C5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6425ABA0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7900CDFF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22809FF5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037B87D4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3ADC34AA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3AA57D0B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11D9930C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6A895BAF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3D918FD8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30E8B968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67BAA20A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2DD04B0A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425BCF53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050A4601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1B9ED6D9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52A0574C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3472CCF3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700F2215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5B44A2F8" w14:textId="77777777" w:rsidR="003F5933" w:rsidRDefault="003F5933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572B2705" w14:textId="77777777" w:rsidR="00563404" w:rsidRPr="00725C57" w:rsidRDefault="00563404" w:rsidP="00725C57"/>
    <w:sectPr w:rsidR="00563404" w:rsidRPr="00725C57" w:rsidSect="004645E7">
      <w:footerReference w:type="default" r:id="rId8"/>
      <w:headerReference w:type="first" r:id="rId9"/>
      <w:footerReference w:type="first" r:id="rId10"/>
      <w:pgSz w:w="11906" w:h="16838"/>
      <w:pgMar w:top="1417" w:right="1133" w:bottom="1134" w:left="1276" w:header="0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EF0A8" w14:textId="77777777" w:rsidR="00234A4B" w:rsidRDefault="00234A4B" w:rsidP="00793B82">
      <w:pPr>
        <w:spacing w:after="0" w:line="240" w:lineRule="auto"/>
      </w:pPr>
      <w:r>
        <w:separator/>
      </w:r>
    </w:p>
  </w:endnote>
  <w:endnote w:type="continuationSeparator" w:id="0">
    <w:p w14:paraId="7C23275B" w14:textId="77777777" w:rsidR="00234A4B" w:rsidRDefault="00234A4B" w:rsidP="0079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2D91FB" w14:textId="77777777" w:rsidR="00563404" w:rsidRPr="00563404" w:rsidRDefault="00563404" w:rsidP="00563404">
        <w:pPr>
          <w:pStyle w:val="Stopka"/>
          <w:jc w:val="center"/>
          <w:rPr>
            <w:rFonts w:ascii="Times New Roman" w:hAnsi="Times New Roman" w:cs="Times New Roman"/>
          </w:rPr>
        </w:pPr>
        <w:r w:rsidRPr="00563404">
          <w:rPr>
            <w:rFonts w:ascii="Times New Roman" w:hAnsi="Times New Roman" w:cs="Times New Roman"/>
          </w:rPr>
          <w:fldChar w:fldCharType="begin"/>
        </w:r>
        <w:r w:rsidRPr="00563404">
          <w:rPr>
            <w:rFonts w:ascii="Times New Roman" w:hAnsi="Times New Roman" w:cs="Times New Roman"/>
          </w:rPr>
          <w:instrText>PAGE   \* MERGEFORMAT</w:instrText>
        </w:r>
        <w:r w:rsidRPr="00563404">
          <w:rPr>
            <w:rFonts w:ascii="Times New Roman" w:hAnsi="Times New Roman" w:cs="Times New Roman"/>
          </w:rPr>
          <w:fldChar w:fldCharType="separate"/>
        </w:r>
        <w:r w:rsidRPr="00563404">
          <w:rPr>
            <w:rFonts w:ascii="Times New Roman" w:hAnsi="Times New Roman" w:cs="Times New Roman"/>
          </w:rPr>
          <w:t>2</w:t>
        </w:r>
        <w:r w:rsidRPr="0056340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69D5F" w14:textId="77777777" w:rsidR="00563404" w:rsidRPr="002E72DC" w:rsidRDefault="00563404" w:rsidP="00563404">
    <w:pPr>
      <w:pStyle w:val="Stopka"/>
      <w:jc w:val="center"/>
      <w:rPr>
        <w:rFonts w:ascii="Arial" w:hAnsi="Arial" w:cs="Arial"/>
      </w:rPr>
    </w:pPr>
    <w:r w:rsidRPr="002E72DC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516CB" w14:textId="77777777" w:rsidR="00234A4B" w:rsidRDefault="00234A4B" w:rsidP="00793B82">
      <w:pPr>
        <w:spacing w:after="0" w:line="240" w:lineRule="auto"/>
      </w:pPr>
      <w:r>
        <w:separator/>
      </w:r>
    </w:p>
  </w:footnote>
  <w:footnote w:type="continuationSeparator" w:id="0">
    <w:p w14:paraId="048008DC" w14:textId="77777777" w:rsidR="00234A4B" w:rsidRDefault="00234A4B" w:rsidP="00793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6A2FD" w14:textId="77777777" w:rsidR="00563404" w:rsidRPr="009727C9" w:rsidRDefault="00563404" w:rsidP="00563404">
    <w:pPr>
      <w:pStyle w:val="Nagwek"/>
      <w:tabs>
        <w:tab w:val="clear" w:pos="4536"/>
        <w:tab w:val="clear" w:pos="9072"/>
      </w:tabs>
      <w:ind w:left="-1134" w:right="-850"/>
      <w:rPr>
        <w:rFonts w:ascii="Arial" w:hAnsi="Arial" w:cs="Arial"/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94B27"/>
    <w:multiLevelType w:val="hybridMultilevel"/>
    <w:tmpl w:val="E8046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11CF2"/>
    <w:multiLevelType w:val="hybridMultilevel"/>
    <w:tmpl w:val="0874C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E780D"/>
    <w:multiLevelType w:val="hybridMultilevel"/>
    <w:tmpl w:val="DBA276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765EF"/>
    <w:multiLevelType w:val="hybridMultilevel"/>
    <w:tmpl w:val="B8CAAF1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35563D6"/>
    <w:multiLevelType w:val="hybridMultilevel"/>
    <w:tmpl w:val="B04867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EB952F5"/>
    <w:multiLevelType w:val="hybridMultilevel"/>
    <w:tmpl w:val="F8B49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14FAF"/>
    <w:multiLevelType w:val="hybridMultilevel"/>
    <w:tmpl w:val="69AA227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D6825C5"/>
    <w:multiLevelType w:val="hybridMultilevel"/>
    <w:tmpl w:val="7E28341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F451859"/>
    <w:multiLevelType w:val="hybridMultilevel"/>
    <w:tmpl w:val="615ED6C2"/>
    <w:lvl w:ilvl="0" w:tplc="222668D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 w15:restartNumberingAfterBreak="0">
    <w:nsid w:val="30FE2D8C"/>
    <w:multiLevelType w:val="hybridMultilevel"/>
    <w:tmpl w:val="2EE21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B4703"/>
    <w:multiLevelType w:val="hybridMultilevel"/>
    <w:tmpl w:val="303A8F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67701"/>
    <w:multiLevelType w:val="multilevel"/>
    <w:tmpl w:val="527827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6A56C95"/>
    <w:multiLevelType w:val="hybridMultilevel"/>
    <w:tmpl w:val="A134F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81424"/>
    <w:multiLevelType w:val="hybridMultilevel"/>
    <w:tmpl w:val="DCB0EBAC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4793291B"/>
    <w:multiLevelType w:val="multilevel"/>
    <w:tmpl w:val="954293C6"/>
    <w:lvl w:ilvl="0">
      <w:start w:val="4"/>
      <w:numFmt w:val="decimal"/>
      <w:lvlText w:val="%1."/>
      <w:lvlJc w:val="left"/>
      <w:pPr>
        <w:ind w:left="56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911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)"/>
      <w:lvlJc w:val="left"/>
      <w:pPr>
        <w:ind w:left="3903" w:hanging="720"/>
      </w:pPr>
      <w:rPr>
        <w:rFonts w:ascii="Aptos Display" w:eastAsiaTheme="minorEastAsia" w:hAnsi="Aptos Display" w:cs="Times New Roman" w:hint="default"/>
      </w:rPr>
    </w:lvl>
    <w:lvl w:ilvl="4">
      <w:start w:val="1"/>
      <w:numFmt w:val="decimal"/>
      <w:lvlText w:val="%1.%2.%3.%4.%5."/>
      <w:lvlJc w:val="left"/>
      <w:pPr>
        <w:ind w:left="525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9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3" w:hanging="1800"/>
      </w:pPr>
      <w:rPr>
        <w:rFonts w:hint="default"/>
      </w:rPr>
    </w:lvl>
  </w:abstractNum>
  <w:abstractNum w:abstractNumId="16" w15:restartNumberingAfterBreak="0">
    <w:nsid w:val="4B425C5F"/>
    <w:multiLevelType w:val="hybridMultilevel"/>
    <w:tmpl w:val="CC7C6F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B9561B0"/>
    <w:multiLevelType w:val="hybridMultilevel"/>
    <w:tmpl w:val="438E1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22DA8"/>
    <w:multiLevelType w:val="multilevel"/>
    <w:tmpl w:val="A10A72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560F3A61"/>
    <w:multiLevelType w:val="hybridMultilevel"/>
    <w:tmpl w:val="C068D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DC6E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F5223"/>
    <w:multiLevelType w:val="hybridMultilevel"/>
    <w:tmpl w:val="9ACE7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C1556F"/>
    <w:multiLevelType w:val="hybridMultilevel"/>
    <w:tmpl w:val="6DD640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249226">
      <w:start w:val="1"/>
      <w:numFmt w:val="decimal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D098D"/>
    <w:multiLevelType w:val="hybridMultilevel"/>
    <w:tmpl w:val="2E5E1A64"/>
    <w:lvl w:ilvl="0" w:tplc="04150011">
      <w:start w:val="1"/>
      <w:numFmt w:val="decimal"/>
      <w:lvlText w:val="%1)"/>
      <w:lvlJc w:val="left"/>
      <w:pPr>
        <w:ind w:left="-29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061523">
    <w:abstractNumId w:val="12"/>
  </w:num>
  <w:num w:numId="2" w16cid:durableId="1793743423">
    <w:abstractNumId w:val="21"/>
  </w:num>
  <w:num w:numId="3" w16cid:durableId="1891381618">
    <w:abstractNumId w:val="17"/>
  </w:num>
  <w:num w:numId="4" w16cid:durableId="413280929">
    <w:abstractNumId w:val="14"/>
  </w:num>
  <w:num w:numId="5" w16cid:durableId="1749375649">
    <w:abstractNumId w:val="9"/>
  </w:num>
  <w:num w:numId="6" w16cid:durableId="1098529299">
    <w:abstractNumId w:val="5"/>
  </w:num>
  <w:num w:numId="7" w16cid:durableId="1543712230">
    <w:abstractNumId w:val="19"/>
  </w:num>
  <w:num w:numId="8" w16cid:durableId="2026057178">
    <w:abstractNumId w:val="20"/>
  </w:num>
  <w:num w:numId="9" w16cid:durableId="1178959266">
    <w:abstractNumId w:val="1"/>
  </w:num>
  <w:num w:numId="10" w16cid:durableId="876236722">
    <w:abstractNumId w:val="13"/>
  </w:num>
  <w:num w:numId="11" w16cid:durableId="1416895243">
    <w:abstractNumId w:val="22"/>
  </w:num>
  <w:num w:numId="12" w16cid:durableId="745566304">
    <w:abstractNumId w:val="0"/>
  </w:num>
  <w:num w:numId="13" w16cid:durableId="134492586">
    <w:abstractNumId w:val="15"/>
  </w:num>
  <w:num w:numId="14" w16cid:durableId="2049605521">
    <w:abstractNumId w:val="10"/>
  </w:num>
  <w:num w:numId="15" w16cid:durableId="79257145">
    <w:abstractNumId w:val="18"/>
  </w:num>
  <w:num w:numId="16" w16cid:durableId="568156254">
    <w:abstractNumId w:val="16"/>
  </w:num>
  <w:num w:numId="17" w16cid:durableId="1485968445">
    <w:abstractNumId w:val="11"/>
  </w:num>
  <w:num w:numId="18" w16cid:durableId="1272274222">
    <w:abstractNumId w:val="2"/>
  </w:num>
  <w:num w:numId="19" w16cid:durableId="1188956150">
    <w:abstractNumId w:val="3"/>
  </w:num>
  <w:num w:numId="20" w16cid:durableId="1293291775">
    <w:abstractNumId w:val="6"/>
  </w:num>
  <w:num w:numId="21" w16cid:durableId="2085256974">
    <w:abstractNumId w:val="4"/>
  </w:num>
  <w:num w:numId="22" w16cid:durableId="1562255522">
    <w:abstractNumId w:val="7"/>
  </w:num>
  <w:num w:numId="23" w16cid:durableId="4214925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57"/>
    <w:rsid w:val="00041299"/>
    <w:rsid w:val="000927A0"/>
    <w:rsid w:val="000C77B9"/>
    <w:rsid w:val="000D5EEE"/>
    <w:rsid w:val="0010118D"/>
    <w:rsid w:val="00125C1A"/>
    <w:rsid w:val="001A347B"/>
    <w:rsid w:val="001B6B7B"/>
    <w:rsid w:val="00234A4B"/>
    <w:rsid w:val="00246E86"/>
    <w:rsid w:val="00283170"/>
    <w:rsid w:val="002D33C7"/>
    <w:rsid w:val="002E59BE"/>
    <w:rsid w:val="002E72DC"/>
    <w:rsid w:val="00302FCF"/>
    <w:rsid w:val="00315682"/>
    <w:rsid w:val="003544A3"/>
    <w:rsid w:val="003C2253"/>
    <w:rsid w:val="003E07CA"/>
    <w:rsid w:val="003E3C8D"/>
    <w:rsid w:val="003E3C95"/>
    <w:rsid w:val="003E5F4D"/>
    <w:rsid w:val="003F5933"/>
    <w:rsid w:val="004645E7"/>
    <w:rsid w:val="004645ED"/>
    <w:rsid w:val="0048279A"/>
    <w:rsid w:val="004D18CD"/>
    <w:rsid w:val="004D1D9D"/>
    <w:rsid w:val="00532502"/>
    <w:rsid w:val="00563404"/>
    <w:rsid w:val="005701B5"/>
    <w:rsid w:val="00637F75"/>
    <w:rsid w:val="006618B3"/>
    <w:rsid w:val="00683DAF"/>
    <w:rsid w:val="006F25EA"/>
    <w:rsid w:val="00722231"/>
    <w:rsid w:val="00725C57"/>
    <w:rsid w:val="0076194D"/>
    <w:rsid w:val="00775341"/>
    <w:rsid w:val="00777100"/>
    <w:rsid w:val="00793B82"/>
    <w:rsid w:val="007F035B"/>
    <w:rsid w:val="007F1CE7"/>
    <w:rsid w:val="00802BAE"/>
    <w:rsid w:val="00810672"/>
    <w:rsid w:val="00827BEA"/>
    <w:rsid w:val="00841FF1"/>
    <w:rsid w:val="00852614"/>
    <w:rsid w:val="00853B70"/>
    <w:rsid w:val="00882A6F"/>
    <w:rsid w:val="00887BF1"/>
    <w:rsid w:val="008B4D7C"/>
    <w:rsid w:val="00915B50"/>
    <w:rsid w:val="009209C0"/>
    <w:rsid w:val="009727C9"/>
    <w:rsid w:val="00997D68"/>
    <w:rsid w:val="009A0105"/>
    <w:rsid w:val="009B33FA"/>
    <w:rsid w:val="009C108A"/>
    <w:rsid w:val="00A52374"/>
    <w:rsid w:val="00A614F6"/>
    <w:rsid w:val="00A80C5F"/>
    <w:rsid w:val="00A84CC5"/>
    <w:rsid w:val="00AC2E68"/>
    <w:rsid w:val="00AE6D34"/>
    <w:rsid w:val="00BA29DA"/>
    <w:rsid w:val="00BE174F"/>
    <w:rsid w:val="00BF0E3C"/>
    <w:rsid w:val="00C12E4D"/>
    <w:rsid w:val="00C86393"/>
    <w:rsid w:val="00CA3B8A"/>
    <w:rsid w:val="00CB36DB"/>
    <w:rsid w:val="00CC0235"/>
    <w:rsid w:val="00CC0259"/>
    <w:rsid w:val="00D242C1"/>
    <w:rsid w:val="00D36691"/>
    <w:rsid w:val="00D50AD5"/>
    <w:rsid w:val="00DA599C"/>
    <w:rsid w:val="00DF2181"/>
    <w:rsid w:val="00DF5559"/>
    <w:rsid w:val="00E13323"/>
    <w:rsid w:val="00E87AD8"/>
    <w:rsid w:val="00ED7BEA"/>
    <w:rsid w:val="00F058A0"/>
    <w:rsid w:val="00F14EC6"/>
    <w:rsid w:val="00F40A34"/>
    <w:rsid w:val="00FE6600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A2076"/>
  <w15:docId w15:val="{15862913-B5BE-44E6-B215-D57B1E9D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C5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Tekstdymka">
    <w:name w:val="Balloon Text"/>
    <w:basedOn w:val="Normalny"/>
    <w:link w:val="TekstdymkaZnak"/>
    <w:uiPriority w:val="99"/>
    <w:semiHidden/>
    <w:unhideWhenUsed/>
    <w:rsid w:val="0092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9C0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Preambuła,Obiekt,List Paragraph,Numerowanie,Wyliczanie,normalny tekst,Akapit z listą31,Bullets,List Paragraph1,Akapit z listą3,Wypunktowanie,normalny,test ciągły,Podsis rysunku,Alpha list,lp1,List Paragraph2,ISCG Numerowanie"/>
    <w:basedOn w:val="Normalny"/>
    <w:link w:val="AkapitzlistZnak"/>
    <w:uiPriority w:val="99"/>
    <w:qFormat/>
    <w:rsid w:val="00725C5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5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C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C57"/>
    <w:rPr>
      <w:sz w:val="20"/>
      <w:szCs w:val="20"/>
    </w:rPr>
  </w:style>
  <w:style w:type="character" w:customStyle="1" w:styleId="AkapitzlistZnak">
    <w:name w:val="Akapit z listą Znak"/>
    <w:aliases w:val="BulletC Znak,Preambuła Znak,Obiekt Znak,List Paragraph Znak,Numerowanie Znak,Wyliczanie Znak,normalny tekst Znak,Akapit z listą31 Znak,Bullets Znak,List Paragraph1 Znak,Akapit z listą3 Znak,Wypunktowanie Znak,normalny Znak,lp1 Znak"/>
    <w:basedOn w:val="Domylnaczcionkaakapitu"/>
    <w:link w:val="Akapitzlist"/>
    <w:uiPriority w:val="99"/>
    <w:locked/>
    <w:rsid w:val="00725C57"/>
  </w:style>
  <w:style w:type="character" w:customStyle="1" w:styleId="FontStyle67">
    <w:name w:val="Font Style67"/>
    <w:uiPriority w:val="99"/>
    <w:qFormat/>
    <w:rsid w:val="00BA29DA"/>
    <w:rPr>
      <w:rFonts w:ascii="Arial" w:hAnsi="Arial" w:cs="Arial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27BE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7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ludzinska@ppm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ancelaria\PPMT\PPMT%20-%20DRUK%20FIRMOW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PPMT - DRUK FIRMOWY</Template>
  <TotalTime>403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Adwokacka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Michniewicz</dc:creator>
  <cp:lastModifiedBy>Łudzińska, Agnieszka</cp:lastModifiedBy>
  <cp:revision>16</cp:revision>
  <cp:lastPrinted>2018-10-08T07:41:00Z</cp:lastPrinted>
  <dcterms:created xsi:type="dcterms:W3CDTF">2024-09-03T07:51:00Z</dcterms:created>
  <dcterms:modified xsi:type="dcterms:W3CDTF">2024-11-05T14:35:00Z</dcterms:modified>
</cp:coreProperties>
</file>