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C98EE" w14:textId="77777777" w:rsidR="003F5933" w:rsidRPr="007D786E" w:rsidRDefault="003F5933" w:rsidP="00BB2D2C">
      <w:pPr>
        <w:spacing w:after="120" w:line="240" w:lineRule="auto"/>
        <w:rPr>
          <w:rFonts w:ascii="Arial Narrow" w:hAnsi="Arial Narrow" w:cs="Times New Roman"/>
        </w:rPr>
      </w:pPr>
    </w:p>
    <w:p w14:paraId="1AC25DFF" w14:textId="77777777" w:rsidR="00725C57" w:rsidRPr="007D786E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Załącznik nr 2 do specyfikacji warunków zamówienia</w:t>
      </w:r>
    </w:p>
    <w:p w14:paraId="2D9CB4FD" w14:textId="77777777" w:rsidR="00725C57" w:rsidRPr="007D786E" w:rsidRDefault="00725C57" w:rsidP="00725C57">
      <w:pPr>
        <w:spacing w:after="0" w:line="240" w:lineRule="auto"/>
        <w:jc w:val="center"/>
        <w:rPr>
          <w:rFonts w:ascii="Arial Narrow" w:hAnsi="Arial Narrow" w:cs="Times New Roman"/>
          <w:i/>
          <w:color w:val="7F7F7F" w:themeColor="text1" w:themeTint="80"/>
        </w:rPr>
      </w:pPr>
      <w:r w:rsidRPr="007D786E">
        <w:rPr>
          <w:rFonts w:ascii="Arial Narrow" w:hAnsi="Arial Narrow" w:cs="Times New Roman"/>
          <w:i/>
          <w:color w:val="7F7F7F" w:themeColor="text1" w:themeTint="80"/>
        </w:rPr>
        <w:t>Oświadczenie o spełnieniu warunków udziału w postępowaniu zakupowym</w:t>
      </w:r>
    </w:p>
    <w:p w14:paraId="6FD80DF9" w14:textId="77777777" w:rsidR="00725C57" w:rsidRPr="007D786E" w:rsidRDefault="00725C57" w:rsidP="00725C57">
      <w:pPr>
        <w:spacing w:after="120" w:line="240" w:lineRule="auto"/>
        <w:ind w:left="-426"/>
        <w:jc w:val="both"/>
        <w:rPr>
          <w:rFonts w:ascii="Arial Narrow" w:hAnsi="Arial Narrow" w:cs="Times New Roman"/>
        </w:rPr>
      </w:pPr>
    </w:p>
    <w:p w14:paraId="4E9CEEE9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………………………..</w:t>
      </w:r>
    </w:p>
    <w:p w14:paraId="75863862" w14:textId="77777777" w:rsidR="00725C57" w:rsidRPr="007D786E" w:rsidRDefault="00725C57" w:rsidP="00725C57">
      <w:pPr>
        <w:spacing w:after="120" w:line="240" w:lineRule="auto"/>
        <w:ind w:left="-426"/>
        <w:jc w:val="right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(miejscowość, data)</w:t>
      </w:r>
    </w:p>
    <w:p w14:paraId="392DFC5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Dane Wykonawcy:</w:t>
      </w:r>
    </w:p>
    <w:p w14:paraId="34366F72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nazwa: ………………………………………………….</w:t>
      </w:r>
    </w:p>
    <w:p w14:paraId="275E3A16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adres: ……………………………………………………</w:t>
      </w:r>
    </w:p>
    <w:p w14:paraId="64E73761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NIP: …………, REGON: ………….., KRS: ………….</w:t>
      </w:r>
    </w:p>
    <w:p w14:paraId="154478D4" w14:textId="77777777" w:rsidR="00725C57" w:rsidRPr="007D786E" w:rsidRDefault="00725C57" w:rsidP="00725C57">
      <w:pPr>
        <w:spacing w:after="120" w:line="240" w:lineRule="auto"/>
        <w:ind w:left="-426"/>
        <w:rPr>
          <w:rFonts w:ascii="Arial Narrow" w:hAnsi="Arial Narrow" w:cs="Times New Roman"/>
        </w:rPr>
      </w:pPr>
    </w:p>
    <w:p w14:paraId="7EDC28C4" w14:textId="77777777" w:rsidR="00725C57" w:rsidRPr="007D786E" w:rsidRDefault="00725C57" w:rsidP="00725C57">
      <w:pPr>
        <w:spacing w:after="120" w:line="240" w:lineRule="auto"/>
        <w:ind w:left="3686"/>
        <w:rPr>
          <w:rFonts w:ascii="Arial Narrow" w:hAnsi="Arial Narrow" w:cs="Times New Roman"/>
          <w:b/>
          <w:bCs/>
        </w:rPr>
      </w:pPr>
      <w:r w:rsidRPr="007D786E">
        <w:rPr>
          <w:rFonts w:ascii="Arial Narrow" w:hAnsi="Arial Narrow" w:cs="Times New Roman"/>
          <w:b/>
          <w:bCs/>
        </w:rPr>
        <w:t>Do Zamawiającego:</w:t>
      </w:r>
    </w:p>
    <w:p w14:paraId="5F14D98B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Pomorskie Przedsiębiorstwo Mechaniczno-Torowe sp. z o.o. </w:t>
      </w:r>
    </w:p>
    <w:p w14:paraId="3DEA8A87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ul. Sandomierska 17</w:t>
      </w:r>
    </w:p>
    <w:p w14:paraId="69D13F7F" w14:textId="77777777" w:rsidR="00725C57" w:rsidRPr="007D786E" w:rsidRDefault="00725C57" w:rsidP="00725C57">
      <w:pPr>
        <w:spacing w:after="0" w:line="240" w:lineRule="auto"/>
        <w:ind w:left="3686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80-051 Gdańsk</w:t>
      </w:r>
    </w:p>
    <w:p w14:paraId="1B7DDEE7" w14:textId="77777777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</w:p>
    <w:p w14:paraId="46DD0FBF" w14:textId="033D439F" w:rsidR="00725C57" w:rsidRPr="007D786E" w:rsidRDefault="00725C57" w:rsidP="00725C57">
      <w:pPr>
        <w:spacing w:after="120" w:line="240" w:lineRule="auto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 xml:space="preserve">Nr postępowania zakupowego: </w:t>
      </w:r>
      <w:r w:rsidR="00BE174F">
        <w:rPr>
          <w:rFonts w:ascii="Arial Narrow" w:hAnsi="Arial Narrow" w:cs="Times New Roman"/>
        </w:rPr>
        <w:t>LK201/02</w:t>
      </w:r>
      <w:r w:rsidR="00BB2D2C">
        <w:rPr>
          <w:rFonts w:ascii="Arial Narrow" w:hAnsi="Arial Narrow" w:cs="Times New Roman"/>
        </w:rPr>
        <w:t>0</w:t>
      </w:r>
      <w:r w:rsidR="00BE174F">
        <w:rPr>
          <w:rFonts w:ascii="Arial Narrow" w:hAnsi="Arial Narrow" w:cs="Times New Roman"/>
        </w:rPr>
        <w:t>/2024</w:t>
      </w:r>
    </w:p>
    <w:p w14:paraId="29B1E556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8B7CAA4" w14:textId="77777777" w:rsidR="00725C57" w:rsidRPr="007D786E" w:rsidRDefault="00725C57" w:rsidP="00725C57">
      <w:pPr>
        <w:spacing w:after="0" w:line="240" w:lineRule="auto"/>
        <w:rPr>
          <w:rFonts w:ascii="Arial Narrow" w:hAnsi="Arial Narrow" w:cs="Times New Roman"/>
        </w:rPr>
      </w:pPr>
    </w:p>
    <w:p w14:paraId="2DE5CA79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OŚWIADCZENIE O SPEŁNIENIU WARUNKÓW</w:t>
      </w:r>
    </w:p>
    <w:p w14:paraId="63955614" w14:textId="77777777" w:rsidR="00725C57" w:rsidRPr="007D786E" w:rsidRDefault="00725C57" w:rsidP="00725C57">
      <w:pPr>
        <w:spacing w:after="120" w:line="240" w:lineRule="auto"/>
        <w:jc w:val="center"/>
        <w:rPr>
          <w:rFonts w:ascii="Arial Narrow" w:hAnsi="Arial Narrow" w:cs="Times New Roman"/>
          <w:b/>
          <w:sz w:val="28"/>
        </w:rPr>
      </w:pPr>
      <w:r w:rsidRPr="007D786E">
        <w:rPr>
          <w:rFonts w:ascii="Arial Narrow" w:hAnsi="Arial Narrow" w:cs="Times New Roman"/>
          <w:b/>
          <w:sz w:val="28"/>
        </w:rPr>
        <w:t>UDZIAŁU W POSTĘPOWANIU ZAKUPOWYM</w:t>
      </w:r>
    </w:p>
    <w:p w14:paraId="73141A19" w14:textId="77777777" w:rsidR="00725C57" w:rsidRPr="007D786E" w:rsidRDefault="00725C57" w:rsidP="00725C57">
      <w:pPr>
        <w:pStyle w:val="Akapitzlist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</w:rPr>
      </w:pPr>
    </w:p>
    <w:p w14:paraId="653A334E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W związku ze złożeniem oferty na wykonanie zamówienia w postępowaniu zakupowym prowadzonym przez Zamawiającego niniejszym oświadczamy, że Wykonawca spełnia wszystkie warunki udziału w postępowaniu zakupowym określone w specyfikacji warunków zamówienia.</w:t>
      </w:r>
    </w:p>
    <w:p w14:paraId="04CF2BDA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1AD20EFB" w14:textId="77777777" w:rsidR="00725C57" w:rsidRPr="007D786E" w:rsidRDefault="00725C57" w:rsidP="00725C57">
      <w:pPr>
        <w:spacing w:before="120" w:after="120" w:line="240" w:lineRule="auto"/>
        <w:jc w:val="both"/>
        <w:rPr>
          <w:rFonts w:ascii="Arial Narrow" w:hAnsi="Arial Narrow" w:cs="Times New Roman"/>
        </w:rPr>
      </w:pPr>
    </w:p>
    <w:p w14:paraId="07958349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…………….</w:t>
      </w:r>
    </w:p>
    <w:p w14:paraId="0DDA41AB" w14:textId="77777777" w:rsidR="00725C57" w:rsidRPr="007D786E" w:rsidRDefault="00725C57" w:rsidP="00725C57">
      <w:pPr>
        <w:spacing w:after="120" w:line="240" w:lineRule="auto"/>
        <w:ind w:left="4253"/>
        <w:jc w:val="center"/>
        <w:rPr>
          <w:rFonts w:ascii="Arial Narrow" w:hAnsi="Arial Narrow" w:cs="Times New Roman"/>
        </w:rPr>
      </w:pPr>
      <w:r w:rsidRPr="007D786E">
        <w:rPr>
          <w:rFonts w:ascii="Arial Narrow" w:hAnsi="Arial Narrow" w:cs="Times New Roman"/>
        </w:rPr>
        <w:t>podpis</w:t>
      </w:r>
    </w:p>
    <w:p w14:paraId="572B2705" w14:textId="77777777" w:rsidR="00563404" w:rsidRPr="00725C57" w:rsidRDefault="00563404" w:rsidP="00725C57"/>
    <w:sectPr w:rsidR="00563404" w:rsidRPr="00725C57" w:rsidSect="004645E7">
      <w:footerReference w:type="default" r:id="rId7"/>
      <w:headerReference w:type="first" r:id="rId8"/>
      <w:footerReference w:type="first" r:id="rId9"/>
      <w:pgSz w:w="11906" w:h="16838"/>
      <w:pgMar w:top="1417" w:right="1133" w:bottom="1134" w:left="1276" w:header="0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55C10" w14:textId="77777777" w:rsidR="00C86393" w:rsidRDefault="00C86393" w:rsidP="00793B82">
      <w:pPr>
        <w:spacing w:after="0" w:line="240" w:lineRule="auto"/>
      </w:pPr>
      <w:r>
        <w:separator/>
      </w:r>
    </w:p>
  </w:endnote>
  <w:endnote w:type="continuationSeparator" w:id="0">
    <w:p w14:paraId="664718A2" w14:textId="77777777" w:rsidR="00C86393" w:rsidRDefault="00C86393" w:rsidP="0079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2D91FB" w14:textId="77777777" w:rsidR="00563404" w:rsidRPr="00563404" w:rsidRDefault="00563404" w:rsidP="00563404">
        <w:pPr>
          <w:pStyle w:val="Stopka"/>
          <w:jc w:val="center"/>
          <w:rPr>
            <w:rFonts w:ascii="Times New Roman" w:hAnsi="Times New Roman" w:cs="Times New Roman"/>
          </w:rPr>
        </w:pPr>
        <w:r w:rsidRPr="00563404">
          <w:rPr>
            <w:rFonts w:ascii="Times New Roman" w:hAnsi="Times New Roman" w:cs="Times New Roman"/>
          </w:rPr>
          <w:fldChar w:fldCharType="begin"/>
        </w:r>
        <w:r w:rsidRPr="00563404">
          <w:rPr>
            <w:rFonts w:ascii="Times New Roman" w:hAnsi="Times New Roman" w:cs="Times New Roman"/>
          </w:rPr>
          <w:instrText>PAGE   \* MERGEFORMAT</w:instrText>
        </w:r>
        <w:r w:rsidRPr="00563404">
          <w:rPr>
            <w:rFonts w:ascii="Times New Roman" w:hAnsi="Times New Roman" w:cs="Times New Roman"/>
          </w:rPr>
          <w:fldChar w:fldCharType="separate"/>
        </w:r>
        <w:r w:rsidRPr="00563404">
          <w:rPr>
            <w:rFonts w:ascii="Times New Roman" w:hAnsi="Times New Roman" w:cs="Times New Roman"/>
          </w:rPr>
          <w:t>2</w:t>
        </w:r>
        <w:r w:rsidRPr="0056340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69D5F" w14:textId="77777777" w:rsidR="00563404" w:rsidRPr="002E72DC" w:rsidRDefault="00563404" w:rsidP="00563404">
    <w:pPr>
      <w:pStyle w:val="Stopka"/>
      <w:jc w:val="center"/>
      <w:rPr>
        <w:rFonts w:ascii="Arial" w:hAnsi="Arial" w:cs="Arial"/>
      </w:rPr>
    </w:pPr>
    <w:r w:rsidRPr="002E72DC">
      <w:rPr>
        <w:rFonts w:ascii="Arial" w:hAnsi="Arial" w:cs="Aria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91069" w14:textId="77777777" w:rsidR="00C86393" w:rsidRDefault="00C86393" w:rsidP="00793B82">
      <w:pPr>
        <w:spacing w:after="0" w:line="240" w:lineRule="auto"/>
      </w:pPr>
      <w:r>
        <w:separator/>
      </w:r>
    </w:p>
  </w:footnote>
  <w:footnote w:type="continuationSeparator" w:id="0">
    <w:p w14:paraId="47C1CBE9" w14:textId="77777777" w:rsidR="00C86393" w:rsidRDefault="00C86393" w:rsidP="0079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6A2FD" w14:textId="77777777" w:rsidR="00563404" w:rsidRPr="009727C9" w:rsidRDefault="00563404" w:rsidP="00563404">
    <w:pPr>
      <w:pStyle w:val="Nagwek"/>
      <w:tabs>
        <w:tab w:val="clear" w:pos="4536"/>
        <w:tab w:val="clear" w:pos="9072"/>
      </w:tabs>
      <w:ind w:left="-1134" w:right="-850"/>
      <w:rPr>
        <w:rFonts w:ascii="Arial" w:hAnsi="Arial" w:cs="Arial"/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B27"/>
    <w:multiLevelType w:val="hybridMultilevel"/>
    <w:tmpl w:val="E8046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11CF2"/>
    <w:multiLevelType w:val="hybridMultilevel"/>
    <w:tmpl w:val="0874C6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E780D"/>
    <w:multiLevelType w:val="hybridMultilevel"/>
    <w:tmpl w:val="DBA276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765EF"/>
    <w:multiLevelType w:val="hybridMultilevel"/>
    <w:tmpl w:val="B8CAAF1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135563D6"/>
    <w:multiLevelType w:val="hybridMultilevel"/>
    <w:tmpl w:val="B048677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EB952F5"/>
    <w:multiLevelType w:val="hybridMultilevel"/>
    <w:tmpl w:val="F8B492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14FAF"/>
    <w:multiLevelType w:val="hybridMultilevel"/>
    <w:tmpl w:val="69AA227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D6825C5"/>
    <w:multiLevelType w:val="hybridMultilevel"/>
    <w:tmpl w:val="7E28341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F451859"/>
    <w:multiLevelType w:val="hybridMultilevel"/>
    <w:tmpl w:val="615ED6C2"/>
    <w:lvl w:ilvl="0" w:tplc="222668D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30FE2D8C"/>
    <w:multiLevelType w:val="hybridMultilevel"/>
    <w:tmpl w:val="2EE21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B4703"/>
    <w:multiLevelType w:val="hybridMultilevel"/>
    <w:tmpl w:val="303A8F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67701"/>
    <w:multiLevelType w:val="multilevel"/>
    <w:tmpl w:val="527827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6A56C95"/>
    <w:multiLevelType w:val="hybridMultilevel"/>
    <w:tmpl w:val="A134F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81424"/>
    <w:multiLevelType w:val="hybridMultilevel"/>
    <w:tmpl w:val="DCB0EBAC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4793291B"/>
    <w:multiLevelType w:val="multilevel"/>
    <w:tmpl w:val="954293C6"/>
    <w:lvl w:ilvl="0">
      <w:start w:val="4"/>
      <w:numFmt w:val="decimal"/>
      <w:lvlText w:val="%1."/>
      <w:lvlJc w:val="left"/>
      <w:pPr>
        <w:ind w:left="567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11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4)"/>
      <w:lvlJc w:val="left"/>
      <w:pPr>
        <w:ind w:left="3903" w:hanging="720"/>
      </w:pPr>
      <w:rPr>
        <w:rFonts w:ascii="Aptos Display" w:eastAsiaTheme="minorEastAsia" w:hAnsi="Aptos Display" w:cs="Times New Roman" w:hint="default"/>
      </w:rPr>
    </w:lvl>
    <w:lvl w:ilvl="4">
      <w:start w:val="1"/>
      <w:numFmt w:val="decimal"/>
      <w:lvlText w:val="%1.%2.%3.%4.%5."/>
      <w:lvlJc w:val="left"/>
      <w:pPr>
        <w:ind w:left="525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3" w:hanging="1800"/>
      </w:pPr>
      <w:rPr>
        <w:rFonts w:hint="default"/>
      </w:rPr>
    </w:lvl>
  </w:abstractNum>
  <w:abstractNum w:abstractNumId="16" w15:restartNumberingAfterBreak="0">
    <w:nsid w:val="4B425C5F"/>
    <w:multiLevelType w:val="hybridMultilevel"/>
    <w:tmpl w:val="CC7C6F0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B9561B0"/>
    <w:multiLevelType w:val="hybridMultilevel"/>
    <w:tmpl w:val="438E1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22DA8"/>
    <w:multiLevelType w:val="multilevel"/>
    <w:tmpl w:val="A10A72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60F3A61"/>
    <w:multiLevelType w:val="hybridMultilevel"/>
    <w:tmpl w:val="C068DD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DC6E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F5223"/>
    <w:multiLevelType w:val="hybridMultilevel"/>
    <w:tmpl w:val="9AC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1556F"/>
    <w:multiLevelType w:val="hybridMultilevel"/>
    <w:tmpl w:val="6DD640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D249226">
      <w:start w:val="1"/>
      <w:numFmt w:val="decimal"/>
      <w:lvlText w:val="%2)"/>
      <w:lvlJc w:val="left"/>
      <w:pPr>
        <w:ind w:left="1512" w:hanging="43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061523">
    <w:abstractNumId w:val="12"/>
  </w:num>
  <w:num w:numId="2" w16cid:durableId="1793743423">
    <w:abstractNumId w:val="21"/>
  </w:num>
  <w:num w:numId="3" w16cid:durableId="1891381618">
    <w:abstractNumId w:val="17"/>
  </w:num>
  <w:num w:numId="4" w16cid:durableId="413280929">
    <w:abstractNumId w:val="14"/>
  </w:num>
  <w:num w:numId="5" w16cid:durableId="1749375649">
    <w:abstractNumId w:val="9"/>
  </w:num>
  <w:num w:numId="6" w16cid:durableId="1098529299">
    <w:abstractNumId w:val="5"/>
  </w:num>
  <w:num w:numId="7" w16cid:durableId="1543712230">
    <w:abstractNumId w:val="19"/>
  </w:num>
  <w:num w:numId="8" w16cid:durableId="2026057178">
    <w:abstractNumId w:val="20"/>
  </w:num>
  <w:num w:numId="9" w16cid:durableId="1178959266">
    <w:abstractNumId w:val="1"/>
  </w:num>
  <w:num w:numId="10" w16cid:durableId="876236722">
    <w:abstractNumId w:val="13"/>
  </w:num>
  <w:num w:numId="11" w16cid:durableId="1416895243">
    <w:abstractNumId w:val="22"/>
  </w:num>
  <w:num w:numId="12" w16cid:durableId="745566304">
    <w:abstractNumId w:val="0"/>
  </w:num>
  <w:num w:numId="13" w16cid:durableId="134492586">
    <w:abstractNumId w:val="15"/>
  </w:num>
  <w:num w:numId="14" w16cid:durableId="2049605521">
    <w:abstractNumId w:val="10"/>
  </w:num>
  <w:num w:numId="15" w16cid:durableId="79257145">
    <w:abstractNumId w:val="18"/>
  </w:num>
  <w:num w:numId="16" w16cid:durableId="568156254">
    <w:abstractNumId w:val="16"/>
  </w:num>
  <w:num w:numId="17" w16cid:durableId="1485968445">
    <w:abstractNumId w:val="11"/>
  </w:num>
  <w:num w:numId="18" w16cid:durableId="1272274222">
    <w:abstractNumId w:val="2"/>
  </w:num>
  <w:num w:numId="19" w16cid:durableId="1188956150">
    <w:abstractNumId w:val="3"/>
  </w:num>
  <w:num w:numId="20" w16cid:durableId="1293291775">
    <w:abstractNumId w:val="6"/>
  </w:num>
  <w:num w:numId="21" w16cid:durableId="2085256974">
    <w:abstractNumId w:val="4"/>
  </w:num>
  <w:num w:numId="22" w16cid:durableId="1562255522">
    <w:abstractNumId w:val="7"/>
  </w:num>
  <w:num w:numId="23" w16cid:durableId="4214925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7"/>
    <w:rsid w:val="000927A0"/>
    <w:rsid w:val="000C77B9"/>
    <w:rsid w:val="000D5EEE"/>
    <w:rsid w:val="0010118D"/>
    <w:rsid w:val="00125C1A"/>
    <w:rsid w:val="001A347B"/>
    <w:rsid w:val="00246E86"/>
    <w:rsid w:val="00283170"/>
    <w:rsid w:val="002D33C7"/>
    <w:rsid w:val="002E59BE"/>
    <w:rsid w:val="002E72DC"/>
    <w:rsid w:val="00302FCF"/>
    <w:rsid w:val="00315682"/>
    <w:rsid w:val="003544A3"/>
    <w:rsid w:val="003C2253"/>
    <w:rsid w:val="003E07CA"/>
    <w:rsid w:val="003E3C8D"/>
    <w:rsid w:val="003E3C95"/>
    <w:rsid w:val="003E5F4D"/>
    <w:rsid w:val="003F5933"/>
    <w:rsid w:val="004645E7"/>
    <w:rsid w:val="004645ED"/>
    <w:rsid w:val="0048279A"/>
    <w:rsid w:val="004D18CD"/>
    <w:rsid w:val="00532502"/>
    <w:rsid w:val="00563404"/>
    <w:rsid w:val="005701B5"/>
    <w:rsid w:val="00637F75"/>
    <w:rsid w:val="006618B3"/>
    <w:rsid w:val="00683DAF"/>
    <w:rsid w:val="006F25EA"/>
    <w:rsid w:val="00722231"/>
    <w:rsid w:val="00725C57"/>
    <w:rsid w:val="0076194D"/>
    <w:rsid w:val="00775341"/>
    <w:rsid w:val="00777100"/>
    <w:rsid w:val="00793B82"/>
    <w:rsid w:val="007F035B"/>
    <w:rsid w:val="007F1CE7"/>
    <w:rsid w:val="00802BAE"/>
    <w:rsid w:val="00810672"/>
    <w:rsid w:val="00827BEA"/>
    <w:rsid w:val="00841FF1"/>
    <w:rsid w:val="00852614"/>
    <w:rsid w:val="00853B70"/>
    <w:rsid w:val="00882A6F"/>
    <w:rsid w:val="00887BF1"/>
    <w:rsid w:val="008B4D7C"/>
    <w:rsid w:val="00915B50"/>
    <w:rsid w:val="009209C0"/>
    <w:rsid w:val="009727C9"/>
    <w:rsid w:val="00997D68"/>
    <w:rsid w:val="009A0105"/>
    <w:rsid w:val="009B33FA"/>
    <w:rsid w:val="009C108A"/>
    <w:rsid w:val="00A52374"/>
    <w:rsid w:val="00A80C5F"/>
    <w:rsid w:val="00A84CC5"/>
    <w:rsid w:val="00AB7C7E"/>
    <w:rsid w:val="00AC2E68"/>
    <w:rsid w:val="00AE6D34"/>
    <w:rsid w:val="00BA29DA"/>
    <w:rsid w:val="00BB2D2C"/>
    <w:rsid w:val="00BE174F"/>
    <w:rsid w:val="00BF0E3C"/>
    <w:rsid w:val="00C12E4D"/>
    <w:rsid w:val="00C86393"/>
    <w:rsid w:val="00CA3B8A"/>
    <w:rsid w:val="00CB36DB"/>
    <w:rsid w:val="00CC0235"/>
    <w:rsid w:val="00CC0259"/>
    <w:rsid w:val="00D242C1"/>
    <w:rsid w:val="00D36691"/>
    <w:rsid w:val="00D50AD5"/>
    <w:rsid w:val="00D97727"/>
    <w:rsid w:val="00DA599C"/>
    <w:rsid w:val="00DF2181"/>
    <w:rsid w:val="00DF5559"/>
    <w:rsid w:val="00E13323"/>
    <w:rsid w:val="00E87AD8"/>
    <w:rsid w:val="00ED7BEA"/>
    <w:rsid w:val="00F14EC6"/>
    <w:rsid w:val="00F40A34"/>
    <w:rsid w:val="00FE6600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6A2076"/>
  <w15:docId w15:val="{15862913-B5BE-44E6-B215-D57B1E9D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C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Tekstdymka">
    <w:name w:val="Balloon Text"/>
    <w:basedOn w:val="Normalny"/>
    <w:link w:val="TekstdymkaZnak"/>
    <w:uiPriority w:val="99"/>
    <w:semiHidden/>
    <w:unhideWhenUsed/>
    <w:rsid w:val="00920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9C0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Preambuła,Obiekt,List Paragraph,Numerowanie,Wyliczanie,normalny tekst,Akapit z listą31,Bullets,List Paragraph1,Akapit z listą3,Wypunktowanie,normalny,test ciągły,Podsis rysunku,Alpha list,lp1,List Paragraph2,ISCG Numerowanie"/>
    <w:basedOn w:val="Normalny"/>
    <w:link w:val="AkapitzlistZnak"/>
    <w:uiPriority w:val="99"/>
    <w:qFormat/>
    <w:rsid w:val="00725C5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5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C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C57"/>
    <w:rPr>
      <w:sz w:val="20"/>
      <w:szCs w:val="20"/>
    </w:rPr>
  </w:style>
  <w:style w:type="character" w:customStyle="1" w:styleId="AkapitzlistZnak">
    <w:name w:val="Akapit z listą Znak"/>
    <w:aliases w:val="BulletC Znak,Preambuła Znak,Obiekt Znak,List Paragraph Znak,Numerowanie Znak,Wyliczanie Znak,normalny tekst Znak,Akapit z listą31 Znak,Bullets Znak,List Paragraph1 Znak,Akapit z listą3 Znak,Wypunktowanie Znak,normalny Znak,lp1 Znak"/>
    <w:basedOn w:val="Domylnaczcionkaakapitu"/>
    <w:link w:val="Akapitzlist"/>
    <w:uiPriority w:val="99"/>
    <w:locked/>
    <w:rsid w:val="00725C57"/>
  </w:style>
  <w:style w:type="character" w:customStyle="1" w:styleId="FontStyle67">
    <w:name w:val="Font Style67"/>
    <w:uiPriority w:val="99"/>
    <w:qFormat/>
    <w:rsid w:val="00BA29DA"/>
    <w:rPr>
      <w:rFonts w:ascii="Arial" w:hAnsi="Arial" w:cs="Arial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27BE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7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ancelaria\PPMT\PPMT%20-%20DRUK%20FIRMOW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PPMT - DRUK FIRMOWY</Template>
  <TotalTime>401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Adwokacka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Michniewicz</dc:creator>
  <cp:lastModifiedBy>Łudzińska, Agnieszka</cp:lastModifiedBy>
  <cp:revision>15</cp:revision>
  <cp:lastPrinted>2018-10-08T07:41:00Z</cp:lastPrinted>
  <dcterms:created xsi:type="dcterms:W3CDTF">2024-09-03T07:51:00Z</dcterms:created>
  <dcterms:modified xsi:type="dcterms:W3CDTF">2024-11-05T14:46:00Z</dcterms:modified>
</cp:coreProperties>
</file>